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C65" w:rsidRPr="00936ECD" w:rsidRDefault="00192C65" w:rsidP="00804C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65" w:rsidRPr="00943647" w:rsidRDefault="00D42620" w:rsidP="0034745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APPROVAZIONE </w:t>
      </w:r>
      <w:r w:rsidR="00D744EF">
        <w:rPr>
          <w:rFonts w:ascii="Times New Roman" w:hAnsi="Times New Roman" w:cs="Times New Roman"/>
          <w:b/>
          <w:bCs/>
          <w:sz w:val="24"/>
          <w:szCs w:val="24"/>
        </w:rPr>
        <w:t>BANDO VOUCHER DIGITALI I4.0</w:t>
      </w:r>
      <w:r w:rsidR="00BA7D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SECONDA</w:t>
      </w:r>
      <w:r w:rsidR="00BA7D7C">
        <w:rPr>
          <w:rFonts w:ascii="Times New Roman" w:hAnsi="Times New Roman" w:cs="Times New Roman"/>
          <w:b/>
          <w:bCs/>
          <w:sz w:val="24"/>
          <w:szCs w:val="24"/>
        </w:rPr>
        <w:t xml:space="preserve"> EDIZIONE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47457" w:rsidRDefault="00347457" w:rsidP="00804C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65" w:rsidRPr="00936ECD" w:rsidRDefault="00192C65" w:rsidP="00804C5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ECD">
        <w:rPr>
          <w:rFonts w:ascii="Times New Roman" w:hAnsi="Times New Roman" w:cs="Times New Roman"/>
          <w:sz w:val="24"/>
          <w:szCs w:val="24"/>
        </w:rPr>
        <w:t>Il Segretario Generale</w:t>
      </w:r>
      <w:r w:rsidR="00C967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6765">
        <w:rPr>
          <w:rFonts w:ascii="Times New Roman" w:hAnsi="Times New Roman" w:cs="Times New Roman"/>
          <w:sz w:val="24"/>
          <w:szCs w:val="24"/>
        </w:rPr>
        <w:t>f.f</w:t>
      </w:r>
      <w:proofErr w:type="spellEnd"/>
      <w:r w:rsidRPr="00936ECD">
        <w:rPr>
          <w:rFonts w:ascii="Times New Roman" w:hAnsi="Times New Roman" w:cs="Times New Roman"/>
          <w:sz w:val="24"/>
          <w:szCs w:val="24"/>
        </w:rPr>
        <w:t>,</w:t>
      </w:r>
    </w:p>
    <w:p w:rsidR="00F95590" w:rsidRDefault="00F95590" w:rsidP="00F9559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richiamato</w:t>
      </w:r>
      <w:r w:rsidRPr="00936ECD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l provvedimento </w:t>
      </w:r>
      <w:r w:rsidR="00C96765">
        <w:rPr>
          <w:rFonts w:ascii="Times New Roman" w:hAnsi="Times New Roman" w:cs="Times New Roman"/>
          <w:sz w:val="24"/>
          <w:szCs w:val="24"/>
        </w:rPr>
        <w:t>adottato d’urgenza dal Presidente della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C2">
        <w:rPr>
          <w:rFonts w:ascii="Times New Roman" w:hAnsi="Times New Roman" w:cs="Times New Roman"/>
          <w:sz w:val="24"/>
          <w:szCs w:val="24"/>
        </w:rPr>
        <w:t>Giunta Camerale 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765">
        <w:rPr>
          <w:rFonts w:ascii="Times New Roman" w:hAnsi="Times New Roman" w:cs="Times New Roman"/>
          <w:sz w:val="24"/>
          <w:szCs w:val="24"/>
        </w:rPr>
        <w:t>2</w:t>
      </w:r>
      <w:r w:rsidRPr="00F244C2">
        <w:rPr>
          <w:rFonts w:ascii="Times New Roman" w:hAnsi="Times New Roman" w:cs="Times New Roman"/>
          <w:sz w:val="24"/>
          <w:szCs w:val="24"/>
        </w:rPr>
        <w:t xml:space="preserve"> del</w:t>
      </w:r>
      <w:r>
        <w:rPr>
          <w:rFonts w:ascii="Times New Roman" w:hAnsi="Times New Roman" w:cs="Times New Roman"/>
          <w:sz w:val="24"/>
          <w:szCs w:val="24"/>
        </w:rPr>
        <w:t>.</w:t>
      </w:r>
      <w:r w:rsidR="00C96765">
        <w:rPr>
          <w:rFonts w:ascii="Times New Roman" w:hAnsi="Times New Roman" w:cs="Times New Roman"/>
          <w:sz w:val="24"/>
          <w:szCs w:val="24"/>
        </w:rPr>
        <w:t xml:space="preserve"> 27.03.2019</w:t>
      </w:r>
      <w:r w:rsidRPr="00936ECD">
        <w:rPr>
          <w:rFonts w:ascii="Times New Roman" w:hAnsi="Times New Roman" w:cs="Times New Roman"/>
          <w:sz w:val="24"/>
          <w:szCs w:val="24"/>
        </w:rPr>
        <w:t xml:space="preserve">, con cui </w:t>
      </w:r>
      <w:r w:rsidR="00C96765">
        <w:rPr>
          <w:rFonts w:ascii="Times New Roman" w:hAnsi="Times New Roman" w:cs="Times New Roman"/>
          <w:sz w:val="24"/>
          <w:szCs w:val="24"/>
        </w:rPr>
        <w:t>– in attuazione al Piano promozionale dell’Ente camerale per l’anno 2019, adottato</w:t>
      </w:r>
      <w:bookmarkStart w:id="0" w:name="_GoBack"/>
      <w:bookmarkEnd w:id="0"/>
      <w:r w:rsidR="00C96765">
        <w:rPr>
          <w:rFonts w:ascii="Times New Roman" w:hAnsi="Times New Roman" w:cs="Times New Roman"/>
          <w:sz w:val="24"/>
          <w:szCs w:val="24"/>
        </w:rPr>
        <w:t xml:space="preserve"> dalla Giunta con provvedimento n. 10 del 25.02.2019 - </w:t>
      </w:r>
      <w:r>
        <w:rPr>
          <w:rFonts w:ascii="Times New Roman" w:hAnsi="Times New Roman" w:cs="Times New Roman"/>
          <w:sz w:val="24"/>
          <w:szCs w:val="24"/>
        </w:rPr>
        <w:t xml:space="preserve">è stata approvata </w:t>
      </w:r>
      <w:r w:rsidRPr="00655DA4">
        <w:rPr>
          <w:rFonts w:ascii="Times New Roman" w:hAnsi="Times New Roman" w:cs="Times New Roman"/>
          <w:sz w:val="24"/>
          <w:szCs w:val="24"/>
        </w:rPr>
        <w:t xml:space="preserve">la concessione di </w:t>
      </w:r>
      <w:r w:rsidRPr="00D744EF">
        <w:rPr>
          <w:rFonts w:ascii="Times New Roman" w:hAnsi="Times New Roman" w:cs="Times New Roman"/>
          <w:sz w:val="24"/>
          <w:szCs w:val="24"/>
        </w:rPr>
        <w:t xml:space="preserve">voucher </w:t>
      </w:r>
      <w:r w:rsidRPr="00655DA4">
        <w:rPr>
          <w:rFonts w:ascii="Times New Roman" w:hAnsi="Times New Roman" w:cs="Times New Roman"/>
          <w:sz w:val="24"/>
          <w:szCs w:val="24"/>
        </w:rPr>
        <w:t xml:space="preserve">a favore di micro, piccole e medie imprese </w:t>
      </w:r>
      <w:r>
        <w:rPr>
          <w:rFonts w:ascii="Times New Roman" w:hAnsi="Times New Roman" w:cs="Times New Roman"/>
          <w:sz w:val="24"/>
          <w:szCs w:val="24"/>
        </w:rPr>
        <w:t>della</w:t>
      </w:r>
      <w:r w:rsidRPr="00D744EF">
        <w:rPr>
          <w:rFonts w:ascii="Times New Roman" w:hAnsi="Times New Roman" w:cs="Times New Roman"/>
          <w:sz w:val="24"/>
          <w:szCs w:val="24"/>
        </w:rPr>
        <w:t xml:space="preserve"> provincia di Pavia per l’innovazione tecnologica,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43EE">
        <w:rPr>
          <w:rFonts w:ascii="Times New Roman" w:hAnsi="Times New Roman" w:cs="Times New Roman"/>
          <w:sz w:val="24"/>
          <w:szCs w:val="24"/>
        </w:rPr>
        <w:t>prevedendo l’emanazione di un apposito bando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5590" w:rsidRPr="006743EE" w:rsidRDefault="00F95590" w:rsidP="00F9559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3EE">
        <w:rPr>
          <w:rFonts w:ascii="Times New Roman" w:hAnsi="Times New Roman" w:cs="Times New Roman"/>
          <w:sz w:val="24"/>
          <w:szCs w:val="24"/>
        </w:rPr>
        <w:t>preso atto dei parametri e dei criteri di attuazione specifici, definiti nel medesimo provvedimento e richiamato il Regolamento per la concessione di contributi camerali, approvato dal Consigli</w:t>
      </w:r>
      <w:r>
        <w:rPr>
          <w:rFonts w:ascii="Times New Roman" w:hAnsi="Times New Roman" w:cs="Times New Roman"/>
          <w:sz w:val="24"/>
          <w:szCs w:val="24"/>
        </w:rPr>
        <w:t>o con deliberazione n. 5 del 24.05.</w:t>
      </w:r>
      <w:r w:rsidRPr="006743EE">
        <w:rPr>
          <w:rFonts w:ascii="Times New Roman" w:hAnsi="Times New Roman" w:cs="Times New Roman"/>
          <w:sz w:val="24"/>
          <w:szCs w:val="24"/>
        </w:rPr>
        <w:t>2007;</w:t>
      </w:r>
    </w:p>
    <w:p w:rsidR="00F95590" w:rsidRDefault="00F95590" w:rsidP="00F95590">
      <w:pPr>
        <w:pStyle w:val="Rientrocorpodeltesto"/>
        <w:spacing w:line="360" w:lineRule="auto"/>
        <w:ind w:firstLine="851"/>
      </w:pPr>
      <w:r>
        <w:t>ricordato</w:t>
      </w:r>
      <w:r w:rsidRPr="0023598F">
        <w:t xml:space="preserve"> che la dotazione del bando </w:t>
      </w:r>
      <w:r>
        <w:t xml:space="preserve">in oggetto </w:t>
      </w:r>
      <w:r w:rsidRPr="0023598F">
        <w:t xml:space="preserve">è </w:t>
      </w:r>
      <w:r>
        <w:t>di</w:t>
      </w:r>
      <w:r w:rsidRPr="0023598F">
        <w:t xml:space="preserve"> € </w:t>
      </w:r>
      <w:r w:rsidR="00C96765">
        <w:t>168.7</w:t>
      </w:r>
      <w:r w:rsidRPr="0023598F">
        <w:t>00,00</w:t>
      </w:r>
      <w:r>
        <w:t xml:space="preserve"> e ravvisata l’opportunità di dare operatività al su citato intervento; </w:t>
      </w:r>
    </w:p>
    <w:p w:rsidR="00F95590" w:rsidRDefault="00F95590" w:rsidP="006743E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2C65" w:rsidRPr="00936ECD" w:rsidRDefault="00192C65" w:rsidP="00910F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ECD">
        <w:rPr>
          <w:rFonts w:ascii="Times New Roman" w:hAnsi="Times New Roman" w:cs="Times New Roman"/>
          <w:sz w:val="24"/>
          <w:szCs w:val="24"/>
        </w:rPr>
        <w:t>d e t e r m i n a</w:t>
      </w:r>
    </w:p>
    <w:p w:rsidR="00192C65" w:rsidRPr="00936ECD" w:rsidRDefault="00192C65" w:rsidP="00355C1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di approvare il</w:t>
      </w:r>
      <w:r w:rsidRPr="00936ECD">
        <w:rPr>
          <w:rFonts w:ascii="Times New Roman" w:hAnsi="Times New Roman" w:cs="Times New Roman"/>
          <w:sz w:val="24"/>
          <w:szCs w:val="24"/>
        </w:rPr>
        <w:t xml:space="preserve"> “</w:t>
      </w:r>
      <w:r w:rsidR="00BA7D7C" w:rsidRPr="00D744EF">
        <w:rPr>
          <w:rFonts w:ascii="Times New Roman" w:hAnsi="Times New Roman" w:cs="Times New Roman"/>
          <w:bCs/>
          <w:sz w:val="24"/>
          <w:szCs w:val="24"/>
        </w:rPr>
        <w:t>Bando Voucher Digitali I4.0</w:t>
      </w:r>
      <w:r w:rsidR="00BA7D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5590">
        <w:rPr>
          <w:rFonts w:ascii="Times New Roman" w:hAnsi="Times New Roman" w:cs="Times New Roman"/>
          <w:bCs/>
          <w:sz w:val="24"/>
          <w:szCs w:val="24"/>
        </w:rPr>
        <w:t>–</w:t>
      </w:r>
      <w:r w:rsidR="00BA7D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6765">
        <w:rPr>
          <w:rFonts w:ascii="Times New Roman" w:hAnsi="Times New Roman" w:cs="Times New Roman"/>
          <w:bCs/>
          <w:sz w:val="24"/>
          <w:szCs w:val="24"/>
        </w:rPr>
        <w:t>Terza</w:t>
      </w:r>
      <w:r w:rsidR="00BA7D7C">
        <w:rPr>
          <w:rFonts w:ascii="Times New Roman" w:hAnsi="Times New Roman" w:cs="Times New Roman"/>
          <w:bCs/>
          <w:sz w:val="24"/>
          <w:szCs w:val="24"/>
        </w:rPr>
        <w:t xml:space="preserve"> Edizione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936ECD">
        <w:rPr>
          <w:rFonts w:ascii="Times New Roman" w:hAnsi="Times New Roman" w:cs="Times New Roman"/>
          <w:sz w:val="24"/>
          <w:szCs w:val="24"/>
        </w:rPr>
        <w:t>, allegato al pr</w:t>
      </w:r>
      <w:r>
        <w:rPr>
          <w:rFonts w:ascii="Times New Roman" w:hAnsi="Times New Roman" w:cs="Times New Roman"/>
          <w:sz w:val="24"/>
          <w:szCs w:val="24"/>
        </w:rPr>
        <w:t xml:space="preserve">esente provvedimento, del quale </w:t>
      </w:r>
      <w:r w:rsidRPr="00936ECD">
        <w:rPr>
          <w:rFonts w:ascii="Times New Roman" w:hAnsi="Times New Roman" w:cs="Times New Roman"/>
          <w:sz w:val="24"/>
          <w:szCs w:val="24"/>
        </w:rPr>
        <w:t>costituisce parte integrante.</w:t>
      </w:r>
    </w:p>
    <w:p w:rsidR="00F7018B" w:rsidRDefault="00F7018B" w:rsidP="00910FB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44EF" w:rsidRDefault="00192C65" w:rsidP="00D744EF">
      <w:pPr>
        <w:spacing w:after="0" w:line="36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936ECD">
        <w:rPr>
          <w:rFonts w:ascii="Times New Roman" w:hAnsi="Times New Roman" w:cs="Times New Roman"/>
          <w:sz w:val="24"/>
          <w:szCs w:val="24"/>
        </w:rPr>
        <w:t>IL SEGRETARIO GENERALE</w:t>
      </w:r>
    </w:p>
    <w:p w:rsidR="00192C65" w:rsidRPr="00936ECD" w:rsidRDefault="00192C65" w:rsidP="00D744EF">
      <w:pPr>
        <w:spacing w:after="0" w:line="36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936ECD">
        <w:rPr>
          <w:rFonts w:ascii="Times New Roman" w:hAnsi="Times New Roman" w:cs="Times New Roman"/>
          <w:sz w:val="24"/>
          <w:szCs w:val="24"/>
        </w:rPr>
        <w:t>(Luigi Boldrin)</w:t>
      </w:r>
    </w:p>
    <w:sectPr w:rsidR="00192C65" w:rsidRPr="00936ECD" w:rsidSect="00D744EF">
      <w:pgSz w:w="11906" w:h="16838"/>
      <w:pgMar w:top="1701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CD"/>
    <w:rsid w:val="0011731C"/>
    <w:rsid w:val="00192C65"/>
    <w:rsid w:val="002170F9"/>
    <w:rsid w:val="00333392"/>
    <w:rsid w:val="00347457"/>
    <w:rsid w:val="00355C1E"/>
    <w:rsid w:val="00462AB6"/>
    <w:rsid w:val="00555107"/>
    <w:rsid w:val="005F7E7C"/>
    <w:rsid w:val="00655DA4"/>
    <w:rsid w:val="006743EE"/>
    <w:rsid w:val="007E57DF"/>
    <w:rsid w:val="00804C5E"/>
    <w:rsid w:val="00910FB5"/>
    <w:rsid w:val="00936ECD"/>
    <w:rsid w:val="00943647"/>
    <w:rsid w:val="0096189C"/>
    <w:rsid w:val="00B5196D"/>
    <w:rsid w:val="00BA7D7C"/>
    <w:rsid w:val="00BB22CD"/>
    <w:rsid w:val="00C96765"/>
    <w:rsid w:val="00D127E2"/>
    <w:rsid w:val="00D42620"/>
    <w:rsid w:val="00D744EF"/>
    <w:rsid w:val="00EE1FE0"/>
    <w:rsid w:val="00F7018B"/>
    <w:rsid w:val="00F9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731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743E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743EE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731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743E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743EE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B83E34E.dotm</Template>
  <TotalTime>14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Infocamere S.c.p.a.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Rossini</dc:creator>
  <cp:lastModifiedBy>Ilaria Frattola</cp:lastModifiedBy>
  <cp:revision>3</cp:revision>
  <cp:lastPrinted>2018-09-10T08:49:00Z</cp:lastPrinted>
  <dcterms:created xsi:type="dcterms:W3CDTF">2019-03-28T15:04:00Z</dcterms:created>
  <dcterms:modified xsi:type="dcterms:W3CDTF">2019-03-28T15:17:00Z</dcterms:modified>
</cp:coreProperties>
</file>